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8E9E32" w14:textId="77777777" w:rsidR="00B64817" w:rsidRPr="00B64817" w:rsidRDefault="00B64817" w:rsidP="00B64817">
      <w:pPr>
        <w:spacing w:after="0"/>
        <w:rPr>
          <w:sz w:val="8"/>
          <w:szCs w:val="8"/>
        </w:rPr>
      </w:pPr>
      <w:bookmarkStart w:id="0" w:name="_GoBack"/>
      <w:bookmarkEnd w:id="0"/>
    </w:p>
    <w:tbl>
      <w:tblPr>
        <w:tblStyle w:val="TableGrid"/>
        <w:tblpPr w:leftFromText="180" w:rightFromText="180" w:vertAnchor="page" w:horzAnchor="margin" w:tblpY="326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00"/>
      </w:tblGrid>
      <w:tr w:rsidR="00335057" w14:paraId="1CD615E4" w14:textId="77777777" w:rsidTr="00315FBE">
        <w:sdt>
          <w:sdtPr>
            <w:id w:val="137850500"/>
            <w:placeholder>
              <w:docPart w:val="1FDF33D97E9EB24DA96DAE2B4DDD98D2"/>
            </w:placeholder>
            <w:temporary/>
            <w:showingPlcHdr/>
            <w15:appearance w15:val="hidden"/>
          </w:sdtPr>
          <w:sdtEndPr/>
          <w:sdtContent>
            <w:tc>
              <w:tcPr>
                <w:tcW w:w="0" w:type="auto"/>
                <w:shd w:val="clear" w:color="auto" w:fill="auto"/>
                <w:vAlign w:val="center"/>
              </w:tcPr>
              <w:p w14:paraId="1757C2BA" w14:textId="77777777" w:rsidR="00335057" w:rsidRPr="00B64817" w:rsidRDefault="002E36BF" w:rsidP="00315FBE">
                <w:pPr>
                  <w:pStyle w:val="Address"/>
                </w:pPr>
                <w:r w:rsidRPr="002E36BF">
                  <w:t>Address Goes Here</w:t>
                </w:r>
              </w:p>
            </w:tc>
          </w:sdtContent>
        </w:sdt>
      </w:tr>
      <w:tr w:rsidR="00B64817" w14:paraId="4DEF7665" w14:textId="77777777" w:rsidTr="00315FBE">
        <w:trPr>
          <w:trHeight w:val="2793"/>
        </w:trPr>
        <w:sdt>
          <w:sdtPr>
            <w:id w:val="1735113166"/>
            <w:placeholder>
              <w:docPart w:val="0D2BCC4E5623924AB2776953E18C9238"/>
            </w:placeholder>
            <w:temporary/>
            <w:showingPlcHdr/>
            <w15:appearance w15:val="hidden"/>
          </w:sdtPr>
          <w:sdtEndPr/>
          <w:sdtContent>
            <w:tc>
              <w:tcPr>
                <w:tcW w:w="0" w:type="auto"/>
                <w:shd w:val="clear" w:color="auto" w:fill="auto"/>
                <w:vAlign w:val="center"/>
              </w:tcPr>
              <w:p w14:paraId="5C1287C5" w14:textId="77777777" w:rsidR="00B64817" w:rsidRPr="00B64817" w:rsidRDefault="002E36BF" w:rsidP="00CD45E3">
                <w:pPr>
                  <w:pStyle w:val="Heading1"/>
                  <w:framePr w:hSpace="0" w:wrap="auto" w:vAnchor="margin" w:hAnchor="text" w:yAlign="inline"/>
                </w:pPr>
                <w:r w:rsidRPr="00CD45E3">
                  <w:t>Event Name</w:t>
                </w:r>
              </w:p>
            </w:tc>
          </w:sdtContent>
        </w:sdt>
      </w:tr>
      <w:tr w:rsidR="00335057" w14:paraId="1FF80F0A" w14:textId="77777777" w:rsidTr="00315FBE">
        <w:trPr>
          <w:trHeight w:val="890"/>
        </w:trPr>
        <w:sdt>
          <w:sdtPr>
            <w:rPr>
              <w:color w:val="83E402"/>
            </w:rPr>
            <w:id w:val="-517235303"/>
            <w:placeholder>
              <w:docPart w:val="530D91F4A51FDF419C44AA2067014339"/>
            </w:placeholder>
            <w:temporary/>
            <w:showingPlcHdr/>
            <w15:appearance w15:val="hidden"/>
          </w:sdtPr>
          <w:sdtEndPr/>
          <w:sdtContent>
            <w:tc>
              <w:tcPr>
                <w:tcW w:w="0" w:type="auto"/>
                <w:shd w:val="clear" w:color="auto" w:fill="auto"/>
                <w:vAlign w:val="center"/>
              </w:tcPr>
              <w:p w14:paraId="769DD4C2" w14:textId="77777777" w:rsidR="00335057" w:rsidRPr="00DF04D1" w:rsidRDefault="002E36BF" w:rsidP="00315FBE">
                <w:pPr>
                  <w:pStyle w:val="Heading2"/>
                  <w:rPr>
                    <w:color w:val="83E402"/>
                  </w:rPr>
                </w:pPr>
                <w:r w:rsidRPr="002E36BF">
                  <w:t>SUB HEADING GOES HERE</w:t>
                </w:r>
              </w:p>
            </w:tc>
          </w:sdtContent>
        </w:sdt>
      </w:tr>
      <w:tr w:rsidR="00335057" w14:paraId="3F061235" w14:textId="77777777" w:rsidTr="00315FBE">
        <w:trPr>
          <w:trHeight w:val="2475"/>
        </w:trPr>
        <w:sdt>
          <w:sdtPr>
            <w:rPr>
              <w:rFonts w:ascii="Bookman Old Style" w:hAnsi="Bookman Old Style"/>
              <w:color w:val="333333"/>
              <w:sz w:val="36"/>
            </w:rPr>
            <w:alias w:val="Placeholder text"/>
            <w:id w:val="-338687664"/>
            <w:placeholder>
              <w:docPart w:val="D381B2E69348D848B51EB9EDC4F3CAAF"/>
            </w:placeholder>
            <w:temporary/>
            <w:showingPlcHdr/>
            <w15:color w:val="1F1F1F"/>
            <w15:appearance w15:val="hidden"/>
          </w:sdtPr>
          <w:sdtEndPr/>
          <w:sdtContent>
            <w:tc>
              <w:tcPr>
                <w:tcW w:w="0" w:type="auto"/>
                <w:shd w:val="clear" w:color="auto" w:fill="auto"/>
                <w:vAlign w:val="center"/>
              </w:tcPr>
              <w:p w14:paraId="0A65B027" w14:textId="77777777" w:rsidR="002E36BF" w:rsidRPr="00C952C4" w:rsidRDefault="002E36BF" w:rsidP="00315FBE">
                <w:pPr>
                  <w:rPr>
                    <w:rFonts w:ascii="Bookman Old Style" w:hAnsi="Bookman Old Style"/>
                    <w:color w:val="333333"/>
                    <w:sz w:val="36"/>
                  </w:rPr>
                </w:pPr>
                <w:r w:rsidRPr="00C952C4">
                  <w:rPr>
                    <w:rFonts w:ascii="Bookman Old Style" w:hAnsi="Bookman Old Style"/>
                    <w:color w:val="333333"/>
                    <w:sz w:val="36"/>
                  </w:rPr>
                  <w:t>To replace any placeholder text (such as this), just click it and start typing.</w:t>
                </w:r>
              </w:p>
              <w:p w14:paraId="7A238083" w14:textId="77777777" w:rsidR="007E13A7" w:rsidRPr="002E36BF" w:rsidRDefault="002E36BF" w:rsidP="00315FBE">
                <w:pPr>
                  <w:rPr>
                    <w:lang w:val="en"/>
                  </w:rPr>
                </w:pPr>
                <w:r w:rsidRPr="00C952C4">
                  <w:rPr>
                    <w:rFonts w:ascii="Bookman Old Style" w:hAnsi="Bookman Old Style"/>
                    <w:color w:val="333333"/>
                    <w:sz w:val="36"/>
                  </w:rPr>
                  <w:t>Double click in the header to change the background image or objects.</w:t>
                </w:r>
              </w:p>
            </w:tc>
          </w:sdtContent>
        </w:sdt>
      </w:tr>
      <w:tr w:rsidR="007E13A7" w14:paraId="6CD9CADF" w14:textId="77777777" w:rsidTr="00315FBE">
        <w:trPr>
          <w:trHeight w:val="432"/>
        </w:trPr>
        <w:sdt>
          <w:sdtPr>
            <w:id w:val="-375932374"/>
            <w:placeholder>
              <w:docPart w:val="D3A22B06F0F5D047831E674045B08BC1"/>
            </w:placeholder>
            <w:temporary/>
            <w:showingPlcHdr/>
            <w15:appearance w15:val="hidden"/>
          </w:sdtPr>
          <w:sdtEndPr/>
          <w:sdtContent>
            <w:tc>
              <w:tcPr>
                <w:tcW w:w="0" w:type="auto"/>
                <w:shd w:val="clear" w:color="auto" w:fill="auto"/>
                <w:vAlign w:val="center"/>
              </w:tcPr>
              <w:p w14:paraId="66F55564" w14:textId="77777777" w:rsidR="007E13A7" w:rsidRPr="002E36BF" w:rsidRDefault="002E36BF" w:rsidP="00315FBE">
                <w:pPr>
                  <w:pStyle w:val="Date"/>
                  <w:framePr w:hSpace="0" w:wrap="auto" w:vAnchor="margin" w:hAnchor="text" w:yAlign="inline"/>
                  <w:rPr>
                    <w:color w:val="595959"/>
                    <w:lang w:val="en"/>
                  </w:rPr>
                </w:pPr>
                <w:r w:rsidRPr="00B27696">
                  <w:t>APRIL 20, [YEAR]</w:t>
                </w:r>
              </w:p>
            </w:tc>
          </w:sdtContent>
        </w:sdt>
      </w:tr>
      <w:tr w:rsidR="00B64817" w14:paraId="536BE5F4" w14:textId="77777777" w:rsidTr="00315FBE">
        <w:trPr>
          <w:trHeight w:val="540"/>
        </w:trPr>
        <w:sdt>
          <w:sdtPr>
            <w:id w:val="-370230161"/>
            <w:placeholder>
              <w:docPart w:val="54CB66298269694C8316AC22E815CB7E"/>
            </w:placeholder>
            <w:temporary/>
            <w:showingPlcHdr/>
            <w15:appearance w15:val="hidden"/>
          </w:sdtPr>
          <w:sdtEndPr/>
          <w:sdtContent>
            <w:tc>
              <w:tcPr>
                <w:tcW w:w="0" w:type="auto"/>
                <w:shd w:val="clear" w:color="auto" w:fill="auto"/>
                <w:vAlign w:val="center"/>
              </w:tcPr>
              <w:p w14:paraId="7A48BC47" w14:textId="77777777" w:rsidR="00B64817" w:rsidRPr="002E36BF" w:rsidRDefault="002E36BF" w:rsidP="00315FBE">
                <w:pPr>
                  <w:pStyle w:val="Time"/>
                  <w:framePr w:hSpace="0" w:wrap="auto" w:vAnchor="margin" w:hAnchor="text" w:yAlign="inline"/>
                  <w:rPr>
                    <w:color w:val="595959"/>
                    <w:lang w:val="en"/>
                  </w:rPr>
                </w:pPr>
                <w:r w:rsidRPr="00B27696">
                  <w:t>10 AM – 5 PM</w:t>
                </w:r>
              </w:p>
            </w:tc>
          </w:sdtContent>
        </w:sdt>
      </w:tr>
    </w:tbl>
    <w:p w14:paraId="6D61ACB6" w14:textId="77777777" w:rsidR="004672FB" w:rsidRPr="004672FB" w:rsidRDefault="004672FB" w:rsidP="00CD45E3">
      <w:pPr>
        <w:tabs>
          <w:tab w:val="left" w:pos="1783"/>
          <w:tab w:val="center" w:pos="5354"/>
        </w:tabs>
        <w:ind w:left="0"/>
        <w:jc w:val="left"/>
      </w:pPr>
    </w:p>
    <w:sectPr w:rsidR="004672FB" w:rsidRPr="004672FB" w:rsidSect="00BF3541">
      <w:headerReference w:type="even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3064" w:right="720" w:bottom="288" w:left="720" w:header="0" w:footer="2002" w:gutter="0"/>
      <w:cols w:space="720"/>
      <w:titlePg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DC6180" w14:textId="77777777" w:rsidR="009C3A45" w:rsidRDefault="009C3A45" w:rsidP="00B64817">
      <w:r>
        <w:separator/>
      </w:r>
    </w:p>
    <w:p w14:paraId="6F9542F0" w14:textId="77777777" w:rsidR="009C3A45" w:rsidRDefault="009C3A45" w:rsidP="00B64817"/>
    <w:p w14:paraId="4C35F06A" w14:textId="77777777" w:rsidR="009C3A45" w:rsidRDefault="009C3A45" w:rsidP="00B64817"/>
    <w:p w14:paraId="4C54FCD5" w14:textId="77777777" w:rsidR="009C3A45" w:rsidRDefault="009C3A45"/>
    <w:p w14:paraId="7374478D" w14:textId="77777777" w:rsidR="009C3A45" w:rsidRDefault="009C3A45" w:rsidP="00315FBE"/>
    <w:p w14:paraId="4EE9D3B3" w14:textId="77777777" w:rsidR="009C3A45" w:rsidRDefault="009C3A45" w:rsidP="00315FBE"/>
  </w:endnote>
  <w:endnote w:type="continuationSeparator" w:id="0">
    <w:p w14:paraId="5E9D0768" w14:textId="77777777" w:rsidR="009C3A45" w:rsidRDefault="009C3A45" w:rsidP="00B64817">
      <w:r>
        <w:continuationSeparator/>
      </w:r>
    </w:p>
    <w:p w14:paraId="493208B5" w14:textId="77777777" w:rsidR="009C3A45" w:rsidRDefault="009C3A45" w:rsidP="00B64817"/>
    <w:p w14:paraId="1F84DF1F" w14:textId="77777777" w:rsidR="009C3A45" w:rsidRDefault="009C3A45" w:rsidP="00B64817"/>
    <w:p w14:paraId="47707A29" w14:textId="77777777" w:rsidR="009C3A45" w:rsidRDefault="009C3A45"/>
    <w:p w14:paraId="410B3ED3" w14:textId="77777777" w:rsidR="009C3A45" w:rsidRDefault="009C3A45" w:rsidP="00315FBE"/>
    <w:p w14:paraId="67760CE0" w14:textId="77777777" w:rsidR="009C3A45" w:rsidRDefault="009C3A45" w:rsidP="00315F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B4DE0" w14:textId="77777777" w:rsidR="00B27696" w:rsidRDefault="00B27696">
    <w:pPr>
      <w:pStyle w:val="Footer"/>
    </w:pPr>
  </w:p>
  <w:p w14:paraId="38B76603" w14:textId="77777777" w:rsidR="006E29DA" w:rsidRDefault="006E29DA"/>
  <w:p w14:paraId="6ED1608C" w14:textId="77777777" w:rsidR="006E29DA" w:rsidRDefault="006E29DA" w:rsidP="00315FBE"/>
  <w:p w14:paraId="7171C46E" w14:textId="77777777" w:rsidR="006E29DA" w:rsidRDefault="006E29DA" w:rsidP="00315FB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65167" w14:textId="77777777" w:rsidR="006E29DA" w:rsidRDefault="009124DD" w:rsidP="00CD45E3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2E36BF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CAD86F" w14:textId="77777777" w:rsidR="004672FB" w:rsidRDefault="00B017A6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9542413" wp14:editId="260A0EF6">
          <wp:simplePos x="0" y="0"/>
          <wp:positionH relativeFrom="column">
            <wp:posOffset>-444500</wp:posOffset>
          </wp:positionH>
          <wp:positionV relativeFrom="paragraph">
            <wp:posOffset>202565</wp:posOffset>
          </wp:positionV>
          <wp:extent cx="7795846" cy="1362999"/>
          <wp:effectExtent l="0" t="0" r="2540" b="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foot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95846" cy="13629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B489FA" w14:textId="77777777" w:rsidR="009C3A45" w:rsidRDefault="009C3A45" w:rsidP="00B64817">
      <w:r>
        <w:separator/>
      </w:r>
    </w:p>
    <w:p w14:paraId="3B1E1FC6" w14:textId="77777777" w:rsidR="009C3A45" w:rsidRDefault="009C3A45" w:rsidP="00B64817"/>
    <w:p w14:paraId="0DB5D49C" w14:textId="77777777" w:rsidR="009C3A45" w:rsidRDefault="009C3A45" w:rsidP="00B64817"/>
    <w:p w14:paraId="13AA2ACF" w14:textId="77777777" w:rsidR="009C3A45" w:rsidRDefault="009C3A45"/>
    <w:p w14:paraId="0238FB47" w14:textId="77777777" w:rsidR="009C3A45" w:rsidRDefault="009C3A45" w:rsidP="00315FBE"/>
    <w:p w14:paraId="5F0C8F7C" w14:textId="77777777" w:rsidR="009C3A45" w:rsidRDefault="009C3A45" w:rsidP="00315FBE"/>
  </w:footnote>
  <w:footnote w:type="continuationSeparator" w:id="0">
    <w:p w14:paraId="381AE19B" w14:textId="77777777" w:rsidR="009C3A45" w:rsidRDefault="009C3A45" w:rsidP="00B64817">
      <w:r>
        <w:continuationSeparator/>
      </w:r>
    </w:p>
    <w:p w14:paraId="7A4DC442" w14:textId="77777777" w:rsidR="009C3A45" w:rsidRDefault="009C3A45" w:rsidP="00B64817"/>
    <w:p w14:paraId="146F06B9" w14:textId="77777777" w:rsidR="009C3A45" w:rsidRDefault="009C3A45" w:rsidP="00B64817"/>
    <w:p w14:paraId="0261ACAB" w14:textId="77777777" w:rsidR="009C3A45" w:rsidRDefault="009C3A45"/>
    <w:p w14:paraId="7829DE34" w14:textId="77777777" w:rsidR="009C3A45" w:rsidRDefault="009C3A45" w:rsidP="00315FBE"/>
    <w:p w14:paraId="793E7909" w14:textId="77777777" w:rsidR="009C3A45" w:rsidRDefault="009C3A45" w:rsidP="00315F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C390C" w14:textId="77777777" w:rsidR="00B27696" w:rsidRDefault="00B27696">
    <w:pPr>
      <w:pStyle w:val="Header"/>
    </w:pPr>
  </w:p>
  <w:p w14:paraId="00B56398" w14:textId="77777777" w:rsidR="006E29DA" w:rsidRDefault="006E29DA"/>
  <w:p w14:paraId="49BA76B7" w14:textId="77777777" w:rsidR="006E29DA" w:rsidRDefault="006E29DA" w:rsidP="00315FBE"/>
  <w:p w14:paraId="116922AD" w14:textId="77777777" w:rsidR="006E29DA" w:rsidRDefault="006E29DA" w:rsidP="00315FB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403F6B" w14:textId="77777777" w:rsidR="00C12433" w:rsidRPr="004672FB" w:rsidRDefault="004672FB" w:rsidP="004672F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89926A4" wp14:editId="40AD1AF8">
          <wp:simplePos x="0" y="0"/>
          <wp:positionH relativeFrom="column">
            <wp:posOffset>-469900</wp:posOffset>
          </wp:positionH>
          <wp:positionV relativeFrom="paragraph">
            <wp:posOffset>-12065</wp:posOffset>
          </wp:positionV>
          <wp:extent cx="7899299" cy="1794121"/>
          <wp:effectExtent l="0" t="0" r="63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99299" cy="17941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79041F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95C333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3ECB6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478B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0AE8B4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7FA3DF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C6CD35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7024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E83C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94A5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47547D5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63CB2FF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573153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2FB"/>
    <w:rsid w:val="000315DC"/>
    <w:rsid w:val="0005351E"/>
    <w:rsid w:val="00073F5B"/>
    <w:rsid w:val="000D4077"/>
    <w:rsid w:val="000E33EA"/>
    <w:rsid w:val="0012342A"/>
    <w:rsid w:val="00132B7D"/>
    <w:rsid w:val="0013522E"/>
    <w:rsid w:val="001570B2"/>
    <w:rsid w:val="001624C3"/>
    <w:rsid w:val="00171B7A"/>
    <w:rsid w:val="001A14EC"/>
    <w:rsid w:val="001F1381"/>
    <w:rsid w:val="00204149"/>
    <w:rsid w:val="00205E6C"/>
    <w:rsid w:val="00211A9D"/>
    <w:rsid w:val="00220400"/>
    <w:rsid w:val="002733AA"/>
    <w:rsid w:val="002A068F"/>
    <w:rsid w:val="002C49EA"/>
    <w:rsid w:val="002E36BF"/>
    <w:rsid w:val="003132BD"/>
    <w:rsid w:val="00315FBE"/>
    <w:rsid w:val="00335057"/>
    <w:rsid w:val="00341ADC"/>
    <w:rsid w:val="0035796B"/>
    <w:rsid w:val="00381ECC"/>
    <w:rsid w:val="0039194A"/>
    <w:rsid w:val="003B1BC7"/>
    <w:rsid w:val="00455601"/>
    <w:rsid w:val="004611DB"/>
    <w:rsid w:val="004672FB"/>
    <w:rsid w:val="004B6771"/>
    <w:rsid w:val="00532C3C"/>
    <w:rsid w:val="00565FBF"/>
    <w:rsid w:val="005A30BB"/>
    <w:rsid w:val="005C753C"/>
    <w:rsid w:val="005D2D39"/>
    <w:rsid w:val="005D5295"/>
    <w:rsid w:val="005E14EC"/>
    <w:rsid w:val="006216A8"/>
    <w:rsid w:val="0062788D"/>
    <w:rsid w:val="00655AFE"/>
    <w:rsid w:val="0068245E"/>
    <w:rsid w:val="00684A8A"/>
    <w:rsid w:val="0069500E"/>
    <w:rsid w:val="006973C3"/>
    <w:rsid w:val="006B26C1"/>
    <w:rsid w:val="006C2D62"/>
    <w:rsid w:val="006E29DA"/>
    <w:rsid w:val="00711E5E"/>
    <w:rsid w:val="00713F12"/>
    <w:rsid w:val="007A4EDB"/>
    <w:rsid w:val="007D6C11"/>
    <w:rsid w:val="007E13A7"/>
    <w:rsid w:val="0082694D"/>
    <w:rsid w:val="00834305"/>
    <w:rsid w:val="00852EB7"/>
    <w:rsid w:val="008572B9"/>
    <w:rsid w:val="00893D2E"/>
    <w:rsid w:val="00897FB4"/>
    <w:rsid w:val="008B3D2C"/>
    <w:rsid w:val="008D27C2"/>
    <w:rsid w:val="008D6CB8"/>
    <w:rsid w:val="008E779D"/>
    <w:rsid w:val="008F1E27"/>
    <w:rsid w:val="00904542"/>
    <w:rsid w:val="009124DD"/>
    <w:rsid w:val="0094423C"/>
    <w:rsid w:val="009A1A31"/>
    <w:rsid w:val="009B1F2D"/>
    <w:rsid w:val="009C0F1F"/>
    <w:rsid w:val="009C3A45"/>
    <w:rsid w:val="009F3B4D"/>
    <w:rsid w:val="00A24F7F"/>
    <w:rsid w:val="00A56B15"/>
    <w:rsid w:val="00A80599"/>
    <w:rsid w:val="00A95506"/>
    <w:rsid w:val="00A96311"/>
    <w:rsid w:val="00AB123B"/>
    <w:rsid w:val="00AE3EDF"/>
    <w:rsid w:val="00AF0DE6"/>
    <w:rsid w:val="00B017A6"/>
    <w:rsid w:val="00B01D43"/>
    <w:rsid w:val="00B168F9"/>
    <w:rsid w:val="00B27696"/>
    <w:rsid w:val="00B368A1"/>
    <w:rsid w:val="00B64817"/>
    <w:rsid w:val="00BA3C83"/>
    <w:rsid w:val="00BA558A"/>
    <w:rsid w:val="00BD6DAD"/>
    <w:rsid w:val="00BF3541"/>
    <w:rsid w:val="00C04926"/>
    <w:rsid w:val="00C12433"/>
    <w:rsid w:val="00C25D0D"/>
    <w:rsid w:val="00C55EA6"/>
    <w:rsid w:val="00C67FD5"/>
    <w:rsid w:val="00C752F6"/>
    <w:rsid w:val="00C93A32"/>
    <w:rsid w:val="00C952C4"/>
    <w:rsid w:val="00C970B0"/>
    <w:rsid w:val="00CC5541"/>
    <w:rsid w:val="00CD45E3"/>
    <w:rsid w:val="00CE754C"/>
    <w:rsid w:val="00CF207A"/>
    <w:rsid w:val="00D51AAA"/>
    <w:rsid w:val="00D529A9"/>
    <w:rsid w:val="00D560DF"/>
    <w:rsid w:val="00DE7629"/>
    <w:rsid w:val="00DF04D1"/>
    <w:rsid w:val="00DF3365"/>
    <w:rsid w:val="00E13388"/>
    <w:rsid w:val="00E33E54"/>
    <w:rsid w:val="00E402F3"/>
    <w:rsid w:val="00E43EFE"/>
    <w:rsid w:val="00EC2361"/>
    <w:rsid w:val="00EC54E5"/>
    <w:rsid w:val="00F0092F"/>
    <w:rsid w:val="00F241B1"/>
    <w:rsid w:val="00F272AB"/>
    <w:rsid w:val="00F55420"/>
    <w:rsid w:val="00F623DC"/>
    <w:rsid w:val="00FB1471"/>
    <w:rsid w:val="00FF0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238CB8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ndara" w:eastAsia="Candara" w:hAnsi="Candara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qFormat="1"/>
    <w:lsdException w:name="heading 7" w:semiHidden="1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9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13A7"/>
    <w:pPr>
      <w:spacing w:after="240"/>
      <w:ind w:left="1410" w:right="1501"/>
      <w:jc w:val="center"/>
    </w:pPr>
    <w:rPr>
      <w:rFonts w:asciiTheme="minorHAnsi" w:hAnsiTheme="minorHAnsi" w:cs="Arial"/>
      <w:color w:val="FFFFFF" w:themeColor="background1"/>
      <w:sz w:val="40"/>
      <w:szCs w:val="21"/>
      <w:lang w:val="en-US"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45E3"/>
    <w:pPr>
      <w:framePr w:hSpace="180" w:wrap="around" w:vAnchor="page" w:hAnchor="margin" w:y="3261"/>
      <w:spacing w:after="120" w:line="180" w:lineRule="auto"/>
      <w:ind w:left="119" w:right="-119"/>
      <w:outlineLvl w:val="0"/>
    </w:pPr>
    <w:rPr>
      <w:rFonts w:asciiTheme="majorHAnsi" w:hAnsiTheme="majorHAnsi"/>
      <w:b/>
      <w:color w:val="A5A5A5" w:themeColor="accent3"/>
      <w:sz w:val="96"/>
      <w:szCs w:val="1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8D27C2"/>
    <w:pPr>
      <w:spacing w:after="120"/>
      <w:ind w:left="-30" w:right="-119"/>
      <w:outlineLvl w:val="1"/>
    </w:pPr>
    <w:rPr>
      <w:rFonts w:asciiTheme="majorHAnsi" w:hAnsiTheme="majorHAnsi"/>
      <w:b/>
      <w:color w:val="E25E3B"/>
      <w:sz w:val="52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AB123B"/>
    <w:pPr>
      <w:keepNext/>
      <w:keepLines/>
      <w:spacing w:before="40" w:after="0"/>
      <w:ind w:left="0"/>
      <w:outlineLvl w:val="3"/>
    </w:pPr>
    <w:rPr>
      <w:rFonts w:eastAsia="Times New Roman"/>
      <w:i/>
      <w:iCs/>
      <w:color w:val="386065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AB123B"/>
    <w:pPr>
      <w:keepNext/>
      <w:keepLines/>
      <w:spacing w:before="40" w:after="0"/>
      <w:ind w:left="0"/>
      <w:outlineLvl w:val="4"/>
    </w:pPr>
    <w:rPr>
      <w:rFonts w:eastAsia="Times New Roman"/>
      <w:color w:val="386065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AB123B"/>
    <w:pPr>
      <w:keepNext/>
      <w:keepLines/>
      <w:spacing w:before="40" w:after="0"/>
      <w:ind w:left="0"/>
      <w:outlineLvl w:val="7"/>
    </w:pPr>
    <w:rPr>
      <w:rFonts w:eastAsia="Times New Roman"/>
      <w:color w:val="272727"/>
      <w:sz w:val="22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AB123B"/>
    <w:pPr>
      <w:keepNext/>
      <w:keepLines/>
      <w:spacing w:before="40" w:after="0"/>
      <w:ind w:left="0"/>
      <w:outlineLvl w:val="8"/>
    </w:pPr>
    <w:rPr>
      <w:rFonts w:eastAsia="Times New Roman"/>
      <w:i/>
      <w:iCs/>
      <w:color w:val="272727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CF207A"/>
    <w:rPr>
      <w:color w:val="595959"/>
    </w:rPr>
  </w:style>
  <w:style w:type="paragraph" w:styleId="Subtitle">
    <w:name w:val="Subtitle"/>
    <w:basedOn w:val="Normal"/>
    <w:link w:val="SubtitleChar"/>
    <w:uiPriority w:val="1"/>
    <w:semiHidden/>
    <w:qFormat/>
    <w:rsid w:val="009124DD"/>
    <w:pPr>
      <w:spacing w:after="40" w:line="228" w:lineRule="auto"/>
      <w:ind w:left="0" w:right="0"/>
    </w:pPr>
    <w:rPr>
      <w:caps/>
      <w:sz w:val="52"/>
    </w:rPr>
  </w:style>
  <w:style w:type="character" w:customStyle="1" w:styleId="SubtitleChar">
    <w:name w:val="Subtitle Char"/>
    <w:link w:val="Subtitle"/>
    <w:uiPriority w:val="1"/>
    <w:semiHidden/>
    <w:rsid w:val="00565FBF"/>
    <w:rPr>
      <w:rFonts w:ascii="Bookman Old Style" w:hAnsi="Bookman Old Style" w:cs="Arial"/>
      <w:caps/>
      <w:color w:val="FFFFFF"/>
      <w:sz w:val="52"/>
      <w:szCs w:val="21"/>
      <w:lang w:val="en-US" w:eastAsia="ja-JP"/>
    </w:rPr>
  </w:style>
  <w:style w:type="paragraph" w:styleId="Title">
    <w:name w:val="Title"/>
    <w:basedOn w:val="Normal"/>
    <w:link w:val="TitleChar"/>
    <w:uiPriority w:val="1"/>
    <w:semiHidden/>
    <w:qFormat/>
    <w:rsid w:val="009124DD"/>
    <w:pPr>
      <w:spacing w:after="0" w:line="204" w:lineRule="auto"/>
      <w:ind w:left="0" w:right="0"/>
      <w:contextualSpacing/>
    </w:pPr>
    <w:rPr>
      <w:rFonts w:eastAsia="Times New Roman"/>
      <w:b/>
      <w:bCs/>
      <w:caps/>
      <w:color w:val="9C2224"/>
      <w:kern w:val="28"/>
      <w:sz w:val="84"/>
    </w:rPr>
  </w:style>
  <w:style w:type="character" w:customStyle="1" w:styleId="TitleChar">
    <w:name w:val="Title Char"/>
    <w:link w:val="Title"/>
    <w:uiPriority w:val="1"/>
    <w:semiHidden/>
    <w:rsid w:val="00565FBF"/>
    <w:rPr>
      <w:rFonts w:ascii="Bookman Old Style" w:eastAsia="Times New Roman" w:hAnsi="Bookman Old Style" w:cs="Arial"/>
      <w:b/>
      <w:bCs/>
      <w:caps/>
      <w:color w:val="9C2224"/>
      <w:kern w:val="28"/>
      <w:sz w:val="84"/>
      <w:szCs w:val="21"/>
      <w:lang w:val="en-US" w:eastAsia="ja-JP"/>
    </w:rPr>
  </w:style>
  <w:style w:type="paragraph" w:styleId="Date">
    <w:name w:val="Date"/>
    <w:basedOn w:val="Normal"/>
    <w:link w:val="DateChar"/>
    <w:uiPriority w:val="2"/>
    <w:qFormat/>
    <w:rsid w:val="00B27696"/>
    <w:pPr>
      <w:framePr w:hSpace="180" w:wrap="around" w:vAnchor="page" w:hAnchor="margin" w:y="2931"/>
      <w:spacing w:after="0"/>
      <w:ind w:left="0" w:right="-14"/>
    </w:pPr>
    <w:rPr>
      <w:b/>
      <w:color w:val="A5A5A5" w:themeColor="accent3"/>
      <w:sz w:val="56"/>
      <w:szCs w:val="56"/>
    </w:rPr>
  </w:style>
  <w:style w:type="character" w:customStyle="1" w:styleId="DateChar">
    <w:name w:val="Date Char"/>
    <w:link w:val="Date"/>
    <w:uiPriority w:val="2"/>
    <w:rsid w:val="00B27696"/>
    <w:rPr>
      <w:rFonts w:asciiTheme="minorHAnsi" w:hAnsiTheme="minorHAnsi" w:cs="Arial"/>
      <w:b/>
      <w:color w:val="A5A5A5" w:themeColor="accent3"/>
      <w:sz w:val="56"/>
      <w:szCs w:val="56"/>
      <w:lang w:val="en-US" w:eastAsia="ja-JP"/>
    </w:rPr>
  </w:style>
  <w:style w:type="paragraph" w:customStyle="1" w:styleId="Time">
    <w:name w:val="Time"/>
    <w:basedOn w:val="Normal"/>
    <w:uiPriority w:val="2"/>
    <w:qFormat/>
    <w:rsid w:val="00B27696"/>
    <w:pPr>
      <w:framePr w:hSpace="180" w:wrap="around" w:vAnchor="page" w:hAnchor="margin" w:y="2931"/>
      <w:spacing w:after="0"/>
      <w:ind w:left="0" w:right="-202"/>
    </w:pPr>
    <w:rPr>
      <w:b/>
      <w:color w:val="A5A5A5" w:themeColor="accent3"/>
      <w:sz w:val="56"/>
      <w:szCs w:val="56"/>
    </w:rPr>
  </w:style>
  <w:style w:type="paragraph" w:customStyle="1" w:styleId="Location">
    <w:name w:val="Location"/>
    <w:basedOn w:val="Normal"/>
    <w:uiPriority w:val="3"/>
    <w:semiHidden/>
    <w:qFormat/>
    <w:pPr>
      <w:pBdr>
        <w:left w:val="dotted" w:sz="2" w:space="2" w:color="FFFFFF"/>
        <w:bottom w:val="dotted" w:sz="2" w:space="15" w:color="572111"/>
        <w:right w:val="dotted" w:sz="2" w:space="2" w:color="FFFFFF"/>
      </w:pBdr>
      <w:spacing w:after="400" w:line="228" w:lineRule="auto"/>
      <w:contextualSpacing/>
    </w:pPr>
    <w:rPr>
      <w:smallCaps/>
      <w:sz w:val="36"/>
    </w:rPr>
  </w:style>
  <w:style w:type="paragraph" w:customStyle="1" w:styleId="ContactInfo">
    <w:name w:val="Contact Info"/>
    <w:basedOn w:val="Normal"/>
    <w:uiPriority w:val="4"/>
    <w:semiHidden/>
    <w:qFormat/>
    <w:rsid w:val="00897FB4"/>
    <w:pPr>
      <w:spacing w:after="0"/>
      <w:ind w:left="0" w:right="0"/>
    </w:pPr>
    <w:rPr>
      <w:smallCaps/>
    </w:rPr>
  </w:style>
  <w:style w:type="paragraph" w:styleId="Header">
    <w:name w:val="header"/>
    <w:basedOn w:val="Normal"/>
    <w:link w:val="HeaderChar"/>
    <w:uiPriority w:val="99"/>
    <w:semiHidden/>
    <w:rsid w:val="001570B2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5FBF"/>
    <w:rPr>
      <w:rFonts w:ascii="Bookman Old Style" w:hAnsi="Bookman Old Style" w:cs="Arial"/>
      <w:color w:val="FFFFFF"/>
      <w:sz w:val="40"/>
      <w:szCs w:val="21"/>
      <w:lang w:val="en-US" w:eastAsia="ja-JP"/>
    </w:rPr>
  </w:style>
  <w:style w:type="paragraph" w:styleId="Footer">
    <w:name w:val="footer"/>
    <w:basedOn w:val="Normal"/>
    <w:link w:val="FooterChar"/>
    <w:uiPriority w:val="99"/>
    <w:semiHidden/>
    <w:rsid w:val="00E43EFE"/>
    <w:pPr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5FBF"/>
    <w:rPr>
      <w:rFonts w:ascii="Bookman Old Style" w:hAnsi="Bookman Old Style" w:cs="Arial"/>
      <w:color w:val="FFFFFF"/>
      <w:sz w:val="40"/>
      <w:szCs w:val="21"/>
      <w:lang w:val="en-US" w:eastAsia="ja-JP"/>
    </w:rPr>
  </w:style>
  <w:style w:type="character" w:customStyle="1" w:styleId="Heading1Char">
    <w:name w:val="Heading 1 Char"/>
    <w:link w:val="Heading1"/>
    <w:uiPriority w:val="9"/>
    <w:rsid w:val="00CD45E3"/>
    <w:rPr>
      <w:rFonts w:asciiTheme="majorHAnsi" w:hAnsiTheme="majorHAnsi" w:cs="Arial"/>
      <w:b/>
      <w:color w:val="A5A5A5" w:themeColor="accent3"/>
      <w:sz w:val="96"/>
      <w:szCs w:val="128"/>
      <w:lang w:val="en-US" w:eastAsia="ja-JP"/>
    </w:rPr>
  </w:style>
  <w:style w:type="character" w:customStyle="1" w:styleId="Heading2Char">
    <w:name w:val="Heading 2 Char"/>
    <w:link w:val="Heading2"/>
    <w:uiPriority w:val="9"/>
    <w:rsid w:val="008D27C2"/>
    <w:rPr>
      <w:rFonts w:asciiTheme="majorHAnsi" w:hAnsiTheme="majorHAnsi" w:cs="Arial"/>
      <w:b/>
      <w:color w:val="E25E3B"/>
      <w:sz w:val="52"/>
      <w:szCs w:val="21"/>
      <w:lang w:val="en-US" w:eastAsia="ja-JP"/>
    </w:rPr>
  </w:style>
  <w:style w:type="character" w:customStyle="1" w:styleId="Heading4Char">
    <w:name w:val="Heading 4 Char"/>
    <w:link w:val="Heading4"/>
    <w:uiPriority w:val="9"/>
    <w:semiHidden/>
    <w:rsid w:val="00565FBF"/>
    <w:rPr>
      <w:rFonts w:ascii="Bookman Old Style" w:eastAsia="Times New Roman" w:hAnsi="Bookman Old Style" w:cs="Arial"/>
      <w:i/>
      <w:iCs/>
      <w:color w:val="386065"/>
      <w:sz w:val="40"/>
      <w:szCs w:val="21"/>
      <w:lang w:val="en-US" w:eastAsia="ja-JP"/>
    </w:rPr>
  </w:style>
  <w:style w:type="character" w:customStyle="1" w:styleId="Heading5Char">
    <w:name w:val="Heading 5 Char"/>
    <w:link w:val="Heading5"/>
    <w:uiPriority w:val="9"/>
    <w:semiHidden/>
    <w:rsid w:val="00565FBF"/>
    <w:rPr>
      <w:rFonts w:ascii="Bookman Old Style" w:eastAsia="Times New Roman" w:hAnsi="Bookman Old Style" w:cs="Arial"/>
      <w:color w:val="386065"/>
      <w:sz w:val="40"/>
      <w:szCs w:val="21"/>
      <w:lang w:val="en-US" w:eastAsia="ja-JP"/>
    </w:rPr>
  </w:style>
  <w:style w:type="character" w:styleId="IntenseEmphasis">
    <w:name w:val="Intense Emphasis"/>
    <w:uiPriority w:val="21"/>
    <w:semiHidden/>
    <w:unhideWhenUsed/>
    <w:qFormat/>
    <w:rsid w:val="00CF207A"/>
    <w:rPr>
      <w:i/>
      <w:iCs/>
      <w:color w:val="386065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CF207A"/>
    <w:pPr>
      <w:pBdr>
        <w:top w:val="single" w:sz="4" w:space="10" w:color="386065"/>
        <w:bottom w:val="single" w:sz="4" w:space="10" w:color="386065"/>
      </w:pBdr>
      <w:spacing w:before="360" w:after="360"/>
      <w:ind w:left="864" w:right="864"/>
    </w:pPr>
    <w:rPr>
      <w:i/>
      <w:iCs/>
      <w:color w:val="386065"/>
    </w:rPr>
  </w:style>
  <w:style w:type="character" w:customStyle="1" w:styleId="IntenseQuoteChar">
    <w:name w:val="Intense Quote Char"/>
    <w:link w:val="IntenseQuote"/>
    <w:uiPriority w:val="30"/>
    <w:semiHidden/>
    <w:rsid w:val="00CF207A"/>
    <w:rPr>
      <w:i/>
      <w:iCs/>
      <w:color w:val="386065"/>
    </w:rPr>
  </w:style>
  <w:style w:type="character" w:styleId="IntenseReference">
    <w:name w:val="Intense Reference"/>
    <w:uiPriority w:val="32"/>
    <w:semiHidden/>
    <w:unhideWhenUsed/>
    <w:qFormat/>
    <w:rsid w:val="00CF207A"/>
    <w:rPr>
      <w:b/>
      <w:bCs/>
      <w:caps w:val="0"/>
      <w:smallCaps/>
      <w:color w:val="386065"/>
      <w:spacing w:val="5"/>
    </w:rPr>
  </w:style>
  <w:style w:type="paragraph" w:styleId="TOCHeading">
    <w:name w:val="TOC Heading"/>
    <w:basedOn w:val="Heading1"/>
    <w:next w:val="Normal"/>
    <w:uiPriority w:val="39"/>
    <w:semiHidden/>
    <w:qFormat/>
    <w:rsid w:val="00CF207A"/>
    <w:pPr>
      <w:framePr w:wrap="around"/>
      <w:outlineLvl w:val="9"/>
    </w:pPr>
  </w:style>
  <w:style w:type="paragraph" w:styleId="BlockText">
    <w:name w:val="Block Text"/>
    <w:basedOn w:val="Normal"/>
    <w:uiPriority w:val="99"/>
    <w:semiHidden/>
    <w:unhideWhenUsed/>
    <w:rsid w:val="00CF207A"/>
    <w:pPr>
      <w:pBdr>
        <w:top w:val="single" w:sz="2" w:space="10" w:color="82B4B9" w:shadow="1" w:frame="1"/>
        <w:left w:val="single" w:sz="2" w:space="10" w:color="82B4B9" w:shadow="1" w:frame="1"/>
        <w:bottom w:val="single" w:sz="2" w:space="10" w:color="82B4B9" w:shadow="1" w:frame="1"/>
        <w:right w:val="single" w:sz="2" w:space="10" w:color="82B4B9" w:shadow="1" w:frame="1"/>
      </w:pBdr>
      <w:ind w:left="1152" w:right="1152"/>
    </w:pPr>
    <w:rPr>
      <w:rFonts w:eastAsia="Times New Roman"/>
      <w:i/>
      <w:iCs/>
      <w:color w:val="386065"/>
    </w:rPr>
  </w:style>
  <w:style w:type="character" w:styleId="Hyperlink">
    <w:name w:val="Hyperlink"/>
    <w:uiPriority w:val="99"/>
    <w:semiHidden/>
    <w:unhideWhenUsed/>
    <w:rsid w:val="00CF207A"/>
    <w:rPr>
      <w:color w:val="386065"/>
      <w:u w:val="single"/>
    </w:rPr>
  </w:style>
  <w:style w:type="character" w:styleId="FollowedHyperlink">
    <w:name w:val="FollowedHyperlink"/>
    <w:uiPriority w:val="99"/>
    <w:semiHidden/>
    <w:unhideWhenUsed/>
    <w:rsid w:val="00CF207A"/>
    <w:rPr>
      <w:color w:val="573448"/>
      <w:u w:val="single"/>
    </w:rPr>
  </w:style>
  <w:style w:type="table" w:styleId="TableGrid">
    <w:name w:val="Table Grid"/>
    <w:basedOn w:val="TableNormal"/>
    <w:uiPriority w:val="39"/>
    <w:rsid w:val="00897F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897FB4"/>
    <w:tblPr>
      <w:tblStyleRowBandSize w:val="1"/>
      <w:tblStyleColBandSize w:val="1"/>
      <w:tblBorders>
        <w:top w:val="single" w:sz="4" w:space="0" w:color="CDE0E3"/>
        <w:left w:val="single" w:sz="4" w:space="0" w:color="CDE0E3"/>
        <w:bottom w:val="single" w:sz="4" w:space="0" w:color="CDE0E3"/>
        <w:right w:val="single" w:sz="4" w:space="0" w:color="CDE0E3"/>
        <w:insideH w:val="single" w:sz="4" w:space="0" w:color="CDE0E3"/>
        <w:insideV w:val="single" w:sz="4" w:space="0" w:color="CDE0E3"/>
      </w:tblBorders>
    </w:tblPr>
    <w:tblStylePr w:type="firstRow">
      <w:rPr>
        <w:b/>
        <w:bCs/>
      </w:rPr>
      <w:tblPr/>
      <w:tcPr>
        <w:tcBorders>
          <w:bottom w:val="single" w:sz="12" w:space="0" w:color="B4D1D5"/>
        </w:tcBorders>
      </w:tcPr>
    </w:tblStylePr>
    <w:tblStylePr w:type="lastRow">
      <w:rPr>
        <w:b/>
        <w:bCs/>
      </w:rPr>
      <w:tblPr/>
      <w:tcPr>
        <w:tcBorders>
          <w:top w:val="double" w:sz="2" w:space="0" w:color="B4D1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2">
    <w:name w:val="Grid Table 4 Accent 2"/>
    <w:basedOn w:val="TableNormal"/>
    <w:uiPriority w:val="49"/>
    <w:rsid w:val="00897FB4"/>
    <w:tblPr>
      <w:tblStyleRowBandSize w:val="1"/>
      <w:tblStyleColBandSize w:val="1"/>
      <w:tblBorders>
        <w:top w:val="single" w:sz="4" w:space="0" w:color="E38283"/>
        <w:left w:val="single" w:sz="4" w:space="0" w:color="E38283"/>
        <w:bottom w:val="single" w:sz="4" w:space="0" w:color="E38283"/>
        <w:right w:val="single" w:sz="4" w:space="0" w:color="E38283"/>
        <w:insideH w:val="single" w:sz="4" w:space="0" w:color="E38283"/>
        <w:insideV w:val="single" w:sz="4" w:space="0" w:color="E382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D12F31"/>
          <w:left w:val="single" w:sz="4" w:space="0" w:color="D12F31"/>
          <w:bottom w:val="single" w:sz="4" w:space="0" w:color="D12F31"/>
          <w:right w:val="single" w:sz="4" w:space="0" w:color="D12F31"/>
          <w:insideH w:val="nil"/>
          <w:insideV w:val="nil"/>
        </w:tcBorders>
        <w:shd w:val="clear" w:color="auto" w:fill="D12F31"/>
      </w:tcPr>
    </w:tblStylePr>
    <w:tblStylePr w:type="lastRow">
      <w:rPr>
        <w:b/>
        <w:bCs/>
      </w:rPr>
      <w:tblPr/>
      <w:tcPr>
        <w:tcBorders>
          <w:top w:val="double" w:sz="4" w:space="0" w:color="D12F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5D5"/>
      </w:tcPr>
    </w:tblStylePr>
    <w:tblStylePr w:type="band1Horz">
      <w:tblPr/>
      <w:tcPr>
        <w:shd w:val="clear" w:color="auto" w:fill="F5D5D5"/>
      </w:tcPr>
    </w:tblStylePr>
  </w:style>
  <w:style w:type="paragraph" w:styleId="NoSpacing">
    <w:name w:val="No Spacing"/>
    <w:uiPriority w:val="98"/>
    <w:semiHidden/>
    <w:qFormat/>
    <w:rsid w:val="00A95506"/>
    <w:pPr>
      <w:ind w:left="101" w:right="101"/>
    </w:pPr>
    <w:rPr>
      <w:color w:val="572111"/>
      <w:sz w:val="24"/>
      <w:szCs w:val="24"/>
      <w:lang w:val="en-US" w:eastAsia="ja-JP"/>
    </w:rPr>
  </w:style>
  <w:style w:type="character" w:customStyle="1" w:styleId="Heading8Char">
    <w:name w:val="Heading 8 Char"/>
    <w:link w:val="Heading8"/>
    <w:uiPriority w:val="9"/>
    <w:semiHidden/>
    <w:rsid w:val="00565FBF"/>
    <w:rPr>
      <w:rFonts w:ascii="Bookman Old Style" w:eastAsia="Times New Roman" w:hAnsi="Bookman Old Style" w:cs="Arial"/>
      <w:color w:val="272727"/>
      <w:sz w:val="22"/>
      <w:szCs w:val="21"/>
      <w:lang w:val="en-US" w:eastAsia="ja-JP"/>
    </w:rPr>
  </w:style>
  <w:style w:type="character" w:customStyle="1" w:styleId="Heading9Char">
    <w:name w:val="Heading 9 Char"/>
    <w:link w:val="Heading9"/>
    <w:uiPriority w:val="9"/>
    <w:semiHidden/>
    <w:rsid w:val="00565FBF"/>
    <w:rPr>
      <w:rFonts w:ascii="Bookman Old Style" w:eastAsia="Times New Roman" w:hAnsi="Bookman Old Style" w:cs="Arial"/>
      <w:i/>
      <w:iCs/>
      <w:color w:val="272727"/>
      <w:sz w:val="22"/>
      <w:szCs w:val="21"/>
      <w:lang w:val="en-US" w:eastAsia="ja-JP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B123B"/>
    <w:pPr>
      <w:spacing w:after="200"/>
    </w:pPr>
    <w:rPr>
      <w:i/>
      <w:iCs/>
      <w:sz w:val="2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123B"/>
    <w:pPr>
      <w:spacing w:after="0"/>
    </w:pPr>
    <w:rPr>
      <w:rFonts w:ascii="Segoe UI" w:hAnsi="Segoe UI" w:cs="Segoe UI"/>
      <w:sz w:val="22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B123B"/>
    <w:rPr>
      <w:rFonts w:ascii="Segoe UI" w:hAnsi="Segoe UI" w:cs="Segoe UI"/>
      <w:sz w:val="22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B123B"/>
    <w:pPr>
      <w:spacing w:after="120"/>
    </w:pPr>
    <w:rPr>
      <w:sz w:val="22"/>
      <w:szCs w:val="16"/>
    </w:rPr>
  </w:style>
  <w:style w:type="character" w:customStyle="1" w:styleId="BodyText3Char">
    <w:name w:val="Body Text 3 Char"/>
    <w:link w:val="BodyText3"/>
    <w:uiPriority w:val="99"/>
    <w:semiHidden/>
    <w:rsid w:val="00AB123B"/>
    <w:rPr>
      <w:sz w:val="22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B123B"/>
    <w:pPr>
      <w:spacing w:after="120"/>
      <w:ind w:left="360"/>
    </w:pPr>
    <w:rPr>
      <w:sz w:val="22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AB123B"/>
    <w:rPr>
      <w:sz w:val="22"/>
      <w:szCs w:val="16"/>
    </w:rPr>
  </w:style>
  <w:style w:type="character" w:styleId="CommentReference">
    <w:name w:val="annotation reference"/>
    <w:uiPriority w:val="99"/>
    <w:semiHidden/>
    <w:unhideWhenUsed/>
    <w:rsid w:val="00AB123B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123B"/>
    <w:rPr>
      <w:sz w:val="22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AB123B"/>
    <w:rPr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123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B123B"/>
    <w:rPr>
      <w:b/>
      <w:bCs/>
      <w:sz w:val="22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B123B"/>
    <w:pPr>
      <w:spacing w:after="0"/>
    </w:pPr>
    <w:rPr>
      <w:rFonts w:ascii="Segoe UI" w:hAnsi="Segoe UI" w:cs="Segoe UI"/>
      <w:sz w:val="22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123B"/>
    <w:rPr>
      <w:rFonts w:ascii="Segoe UI" w:hAnsi="Segoe UI" w:cs="Segoe UI"/>
      <w:sz w:val="22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B123B"/>
    <w:pPr>
      <w:spacing w:after="0"/>
    </w:pPr>
    <w:rPr>
      <w:sz w:val="22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AB123B"/>
    <w:rPr>
      <w:sz w:val="22"/>
      <w:szCs w:val="20"/>
    </w:rPr>
  </w:style>
  <w:style w:type="paragraph" w:styleId="EnvelopeReturn">
    <w:name w:val="envelope return"/>
    <w:basedOn w:val="Normal"/>
    <w:uiPriority w:val="99"/>
    <w:semiHidden/>
    <w:unhideWhenUsed/>
    <w:rsid w:val="00AB123B"/>
    <w:pPr>
      <w:spacing w:after="0"/>
    </w:pPr>
    <w:rPr>
      <w:rFonts w:eastAsia="Times New Roman"/>
      <w:sz w:val="22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B123B"/>
    <w:pPr>
      <w:spacing w:after="0"/>
    </w:pPr>
    <w:rPr>
      <w:sz w:val="22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AB123B"/>
    <w:rPr>
      <w:sz w:val="22"/>
      <w:szCs w:val="20"/>
    </w:rPr>
  </w:style>
  <w:style w:type="character" w:styleId="HTMLCode">
    <w:name w:val="HTML Code"/>
    <w:uiPriority w:val="99"/>
    <w:semiHidden/>
    <w:unhideWhenUsed/>
    <w:rsid w:val="00AB123B"/>
    <w:rPr>
      <w:rFonts w:ascii="Consolas" w:hAnsi="Consolas"/>
      <w:sz w:val="22"/>
      <w:szCs w:val="20"/>
    </w:rPr>
  </w:style>
  <w:style w:type="character" w:styleId="HTMLKeyboard">
    <w:name w:val="HTML Keyboard"/>
    <w:uiPriority w:val="99"/>
    <w:semiHidden/>
    <w:unhideWhenUsed/>
    <w:rsid w:val="00AB123B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B123B"/>
    <w:pPr>
      <w:spacing w:after="0"/>
    </w:pPr>
    <w:rPr>
      <w:rFonts w:ascii="Consolas" w:hAnsi="Consolas"/>
      <w:sz w:val="22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AB123B"/>
    <w:rPr>
      <w:rFonts w:ascii="Consolas" w:hAnsi="Consolas"/>
      <w:sz w:val="22"/>
      <w:szCs w:val="20"/>
    </w:rPr>
  </w:style>
  <w:style w:type="character" w:styleId="HTMLTypewriter">
    <w:name w:val="HTML Typewriter"/>
    <w:uiPriority w:val="99"/>
    <w:semiHidden/>
    <w:unhideWhenUsed/>
    <w:rsid w:val="00AB123B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AB123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8" w:lineRule="auto"/>
      <w:ind w:left="101" w:right="101"/>
    </w:pPr>
    <w:rPr>
      <w:rFonts w:ascii="Consolas" w:hAnsi="Consolas"/>
      <w:color w:val="572111"/>
      <w:sz w:val="22"/>
      <w:lang w:val="en-US" w:eastAsia="ja-JP"/>
    </w:rPr>
  </w:style>
  <w:style w:type="character" w:customStyle="1" w:styleId="MacroTextChar">
    <w:name w:val="Macro Text Char"/>
    <w:link w:val="MacroText"/>
    <w:uiPriority w:val="99"/>
    <w:semiHidden/>
    <w:rsid w:val="00AB123B"/>
    <w:rPr>
      <w:rFonts w:ascii="Consolas" w:hAnsi="Consolas"/>
      <w:sz w:val="22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B123B"/>
    <w:pPr>
      <w:spacing w:after="0"/>
    </w:pPr>
    <w:rPr>
      <w:rFonts w:ascii="Consolas" w:hAnsi="Consolas"/>
      <w:sz w:val="22"/>
    </w:rPr>
  </w:style>
  <w:style w:type="character" w:customStyle="1" w:styleId="PlainTextChar">
    <w:name w:val="Plain Text Char"/>
    <w:link w:val="PlainText"/>
    <w:uiPriority w:val="99"/>
    <w:semiHidden/>
    <w:rsid w:val="00AB123B"/>
    <w:rPr>
      <w:rFonts w:ascii="Consolas" w:hAnsi="Consolas"/>
      <w:sz w:val="22"/>
      <w:szCs w:val="21"/>
    </w:rPr>
  </w:style>
  <w:style w:type="paragraph" w:customStyle="1" w:styleId="Address">
    <w:name w:val="Address"/>
    <w:basedOn w:val="Normal"/>
    <w:qFormat/>
    <w:rsid w:val="00C04926"/>
    <w:pPr>
      <w:spacing w:after="0"/>
      <w:ind w:left="-30" w:right="5191"/>
    </w:pPr>
    <w:rPr>
      <w:b/>
      <w:color w:val="A5A5A5" w:themeColor="accent3"/>
      <w:sz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io/Library/Containers/com.microsoft.Word/Data/Library/Application%20Support/Microsoft/Office/16.0/DTS/Search/%7b8DD5951B-0C7A-1642-8721-F70A482BFB85%7dtf1641213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FDF33D97E9EB24DA96DAE2B4DDD98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65F7DE-35CA-2848-B02E-84BEFE7E7228}"/>
      </w:docPartPr>
      <w:docPartBody>
        <w:p w:rsidR="004A2D8A" w:rsidRDefault="00410CEA">
          <w:pPr>
            <w:pStyle w:val="1FDF33D97E9EB24DA96DAE2B4DDD98D2"/>
          </w:pPr>
          <w:r>
            <w:rPr>
              <w:rStyle w:val="PlaceholderText"/>
            </w:rPr>
            <w:t>Address Goes Here</w:t>
          </w:r>
        </w:p>
      </w:docPartBody>
    </w:docPart>
    <w:docPart>
      <w:docPartPr>
        <w:name w:val="0D2BCC4E5623924AB2776953E18C92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5140C8-5401-4747-B1E2-8294C37BA2DB}"/>
      </w:docPartPr>
      <w:docPartBody>
        <w:p w:rsidR="004A2D8A" w:rsidRDefault="00410CEA">
          <w:pPr>
            <w:pStyle w:val="0D2BCC4E5623924AB2776953E18C9238"/>
          </w:pPr>
          <w:r>
            <w:rPr>
              <w:rStyle w:val="PlaceholderText"/>
            </w:rPr>
            <w:t>Event Name</w:t>
          </w:r>
        </w:p>
      </w:docPartBody>
    </w:docPart>
    <w:docPart>
      <w:docPartPr>
        <w:name w:val="530D91F4A51FDF419C44AA20670143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FF4A30-A99C-854D-BA57-A8FC2C81E270}"/>
      </w:docPartPr>
      <w:docPartBody>
        <w:p w:rsidR="004A2D8A" w:rsidRDefault="00410CEA">
          <w:pPr>
            <w:pStyle w:val="530D91F4A51FDF419C44AA2067014339"/>
          </w:pPr>
          <w:r w:rsidRPr="002E36BF">
            <w:rPr>
              <w:color w:val="595959"/>
            </w:rPr>
            <w:t xml:space="preserve">SUB HEADING </w:t>
          </w:r>
          <w:r>
            <w:rPr>
              <w:color w:val="595959"/>
            </w:rPr>
            <w:t>GOES</w:t>
          </w:r>
          <w:r w:rsidRPr="002E36BF">
            <w:rPr>
              <w:color w:val="595959"/>
            </w:rPr>
            <w:t xml:space="preserve"> HERE</w:t>
          </w:r>
        </w:p>
      </w:docPartBody>
    </w:docPart>
    <w:docPart>
      <w:docPartPr>
        <w:name w:val="D381B2E69348D848B51EB9EDC4F3CA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B18EBC-EF11-7D4A-827D-95CB42A09978}"/>
      </w:docPartPr>
      <w:docPartBody>
        <w:p w:rsidR="004C17C6" w:rsidRPr="002E36BF" w:rsidRDefault="00410CEA" w:rsidP="002E36BF">
          <w:pPr>
            <w:rPr>
              <w:color w:val="595959"/>
            </w:rPr>
          </w:pPr>
          <w:r w:rsidRPr="002E36BF">
            <w:rPr>
              <w:color w:val="595959"/>
            </w:rPr>
            <w:t>To replace any placeholder text (such as this), just click it and start typing.</w:t>
          </w:r>
        </w:p>
        <w:p w:rsidR="004A2D8A" w:rsidRDefault="00410CEA">
          <w:pPr>
            <w:pStyle w:val="D381B2E69348D848B51EB9EDC4F3CAAF"/>
          </w:pPr>
          <w:r w:rsidRPr="002E36BF">
            <w:rPr>
              <w:color w:val="595959"/>
            </w:rPr>
            <w:t>Double click in the header to change the background image or objects.</w:t>
          </w:r>
        </w:p>
      </w:docPartBody>
    </w:docPart>
    <w:docPart>
      <w:docPartPr>
        <w:name w:val="D3A22B06F0F5D047831E674045B08B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327393-28D7-404F-920B-F8A5C654E65D}"/>
      </w:docPartPr>
      <w:docPartBody>
        <w:p w:rsidR="004A2D8A" w:rsidRDefault="00410CEA">
          <w:pPr>
            <w:pStyle w:val="D3A22B06F0F5D047831E674045B08BC1"/>
          </w:pPr>
          <w:r w:rsidRPr="002E36BF">
            <w:rPr>
              <w:color w:val="595959"/>
            </w:rPr>
            <w:t>APRIL 20, [YEAR]</w:t>
          </w:r>
        </w:p>
      </w:docPartBody>
    </w:docPart>
    <w:docPart>
      <w:docPartPr>
        <w:name w:val="54CB66298269694C8316AC22E815CB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C2A742-5BFE-F746-A36B-57D8D394068C}"/>
      </w:docPartPr>
      <w:docPartBody>
        <w:p w:rsidR="004A2D8A" w:rsidRDefault="00410CEA">
          <w:pPr>
            <w:pStyle w:val="54CB66298269694C8316AC22E815CB7E"/>
          </w:pPr>
          <w:r w:rsidRPr="002E36BF">
            <w:rPr>
              <w:color w:val="595959"/>
            </w:rPr>
            <w:t>10 AM – 5 PM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856"/>
    <w:rsid w:val="00410CEA"/>
    <w:rsid w:val="004A2D8A"/>
    <w:rsid w:val="00A62856"/>
    <w:rsid w:val="00D8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A62856"/>
    <w:rPr>
      <w:color w:val="595959"/>
    </w:rPr>
  </w:style>
  <w:style w:type="paragraph" w:customStyle="1" w:styleId="1FDF33D97E9EB24DA96DAE2B4DDD98D2">
    <w:name w:val="1FDF33D97E9EB24DA96DAE2B4DDD98D2"/>
  </w:style>
  <w:style w:type="paragraph" w:customStyle="1" w:styleId="0D2BCC4E5623924AB2776953E18C9238">
    <w:name w:val="0D2BCC4E5623924AB2776953E18C9238"/>
  </w:style>
  <w:style w:type="paragraph" w:customStyle="1" w:styleId="530D91F4A51FDF419C44AA2067014339">
    <w:name w:val="530D91F4A51FDF419C44AA2067014339"/>
  </w:style>
  <w:style w:type="paragraph" w:customStyle="1" w:styleId="D381B2E69348D848B51EB9EDC4F3CAAF">
    <w:name w:val="D381B2E69348D848B51EB9EDC4F3CAAF"/>
  </w:style>
  <w:style w:type="paragraph" w:customStyle="1" w:styleId="D3A22B06F0F5D047831E674045B08BC1">
    <w:name w:val="D3A22B06F0F5D047831E674045B08BC1"/>
  </w:style>
  <w:style w:type="paragraph" w:customStyle="1" w:styleId="54CB66298269694C8316AC22E815CB7E">
    <w:name w:val="54CB66298269694C8316AC22E815CB7E"/>
  </w:style>
  <w:style w:type="paragraph" w:customStyle="1" w:styleId="70CDF666A7873444A4D4F21D484D6F86">
    <w:name w:val="70CDF666A7873444A4D4F21D484D6F86"/>
    <w:rsid w:val="00A62856"/>
  </w:style>
  <w:style w:type="paragraph" w:customStyle="1" w:styleId="BFF1ACCC54A88A4B872BFEC4268D56D1">
    <w:name w:val="BFF1ACCC54A88A4B872BFEC4268D56D1"/>
    <w:rsid w:val="00A62856"/>
  </w:style>
  <w:style w:type="paragraph" w:customStyle="1" w:styleId="D6644D510A1FA345986F8B97DB9726AB">
    <w:name w:val="D6644D510A1FA345986F8B97DB9726AB"/>
    <w:rsid w:val="00A62856"/>
  </w:style>
  <w:style w:type="paragraph" w:customStyle="1" w:styleId="DC04F98A31DD614595461B9E838C7DE6">
    <w:name w:val="DC04F98A31DD614595461B9E838C7DE6"/>
    <w:rsid w:val="00A62856"/>
  </w:style>
  <w:style w:type="paragraph" w:customStyle="1" w:styleId="3A39D129C183654F97227CF87277D8BF">
    <w:name w:val="3A39D129C183654F97227CF87277D8BF"/>
    <w:rsid w:val="00A62856"/>
  </w:style>
  <w:style w:type="paragraph" w:customStyle="1" w:styleId="26318D18A2B9714BA29B83BB9EC9F014">
    <w:name w:val="26318D18A2B9714BA29B83BB9EC9F014"/>
    <w:rsid w:val="00A62856"/>
  </w:style>
  <w:style w:type="paragraph" w:customStyle="1" w:styleId="D183A210DD2FF04EB4AE8016F82C6133">
    <w:name w:val="D183A210DD2FF04EB4AE8016F82C6133"/>
    <w:rsid w:val="00A62856"/>
  </w:style>
  <w:style w:type="paragraph" w:customStyle="1" w:styleId="1F8367BB5C213F45917C91322B8B1789">
    <w:name w:val="1F8367BB5C213F45917C91322B8B1789"/>
    <w:rsid w:val="00A62856"/>
  </w:style>
  <w:style w:type="paragraph" w:customStyle="1" w:styleId="FA0CFAE1FA1CF04D9D4004FFF80F0556">
    <w:name w:val="FA0CFAE1FA1CF04D9D4004FFF80F0556"/>
    <w:rsid w:val="00A62856"/>
  </w:style>
  <w:style w:type="paragraph" w:customStyle="1" w:styleId="D04D5BDA081D994A81901BF2A9096148">
    <w:name w:val="D04D5BDA081D994A81901BF2A9096148"/>
    <w:rsid w:val="00A62856"/>
  </w:style>
  <w:style w:type="paragraph" w:customStyle="1" w:styleId="FBB26E4045E7DF42B3C3775E84248495">
    <w:name w:val="FBB26E4045E7DF42B3C3775E84248495"/>
    <w:rsid w:val="00A62856"/>
  </w:style>
  <w:style w:type="paragraph" w:customStyle="1" w:styleId="4EC4C8E21B0EA544A65E1DEDCB9F85E0">
    <w:name w:val="4EC4C8E21B0EA544A65E1DEDCB9F85E0"/>
    <w:rsid w:val="00A62856"/>
  </w:style>
  <w:style w:type="paragraph" w:customStyle="1" w:styleId="F92A0C545494A948A12041DFFA4CE2F6">
    <w:name w:val="F92A0C545494A948A12041DFFA4CE2F6"/>
    <w:rsid w:val="00A62856"/>
  </w:style>
  <w:style w:type="paragraph" w:customStyle="1" w:styleId="AA9AC67B047E344CB4D723DC42AA1324">
    <w:name w:val="AA9AC67B047E344CB4D723DC42AA1324"/>
    <w:rsid w:val="00A628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3">
      <a:majorFont>
        <a:latin typeface="Bookman Old Style"/>
        <a:ea typeface=""/>
        <a:cs typeface=""/>
      </a:majorFont>
      <a:minorFont>
        <a:latin typeface="Bookman Old Styl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430EBDF-57A2-A24C-820D-CCFA15DBF9E6}">
  <we:reference id="wa104380622" version="1.0.0.0" store="en-US" storeType="OMEX"/>
  <we:alternateReferences>
    <we:reference id="wa104380622" version="1.0.0.0" store="WA104380622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EA25CC0A0AC24199CDC46C25B8B0BC" ma:contentTypeVersion="7" ma:contentTypeDescription="Create a new document." ma:contentTypeScope="" ma:versionID="71aff31462b4074963b8c698d1c1c68f">
  <xsd:schema xmlns:xsd="http://www.w3.org/2001/XMLSchema" xmlns:xs="http://www.w3.org/2001/XMLSchema" xmlns:p="http://schemas.microsoft.com/office/2006/metadata/properties" xmlns:ns2="6dc4bcd6-49db-4c07-9060-8acfc67cef9f" xmlns:ns3="fb0879af-3eba-417a-a55a-ffe6dcd6ca77" targetNamespace="http://schemas.microsoft.com/office/2006/metadata/properties" ma:root="true" ma:fieldsID="e3831fb232ece3fdb834cba9867a0e69" ns2:_="" ns3:_="">
    <xsd:import namespace="6dc4bcd6-49db-4c07-9060-8acfc67cef9f"/>
    <xsd:import namespace="fb0879af-3eba-417a-a55a-ffe6dcd6c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4bcd6-49db-4c07-9060-8acfc67ce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79af-3eba-417a-a55a-ffe6dcd6ca7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st Shared By User" ma:hidden="true" ma:internalName="LastSharedByUser" ma:readOnly="true">
      <xsd:simpleType>
        <xsd:restriction base="dms:Note"/>
      </xsd:simpleType>
    </xsd:element>
    <xsd:element name="LastSharedByTime" ma:index="14" nillable="true" ma:displayName="Last Shared By Time" ma:hidden="true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810CE-187E-416E-AABC-32EEB3C146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669D88-354D-4CFF-9A73-9946A0F34F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308E5C-6E63-4688-A93D-03BB768343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c4bcd6-49db-4c07-9060-8acfc67cef9f"/>
    <ds:schemaRef ds:uri="fb0879af-3eba-417a-a55a-ffe6dcd6ca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8B5A6B-099A-494D-9627-E0B63E344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{8DD5951B-0C7A-1642-8721-F70A482BFB85}tf16412134.dotx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2020-01-15T13:41:00Z</dcterms:created>
  <dcterms:modified xsi:type="dcterms:W3CDTF">2020-01-15T13:41:00Z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0x010100DEEA25CC0A0AC24199CDC46C25B8B0BC</vt:lpwstr>
  </property>
</Properties>
</file>